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2F6C" w:rsidRDefault="00B22F6C" w:rsidP="00B22F6C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szCs w:val="22"/>
          <w:u w:val="single"/>
        </w:rPr>
      </w:pPr>
      <w:r>
        <w:rPr>
          <w:b/>
          <w:bCs/>
        </w:rPr>
        <w:t xml:space="preserve">   </w:t>
      </w:r>
      <w:r>
        <w:rPr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BF7E67" w:rsidRDefault="005233F6">
      <w:pPr>
        <w:pStyle w:val="Nadpis1"/>
      </w:pPr>
      <w:r>
        <w:t>104/</w:t>
      </w:r>
      <w:r w:rsidR="001D6FE2">
        <w:t>0</w:t>
      </w:r>
      <w:r>
        <w:t>4</w:t>
      </w:r>
      <w:r w:rsidR="003C78C2">
        <w:t xml:space="preserve"> </w:t>
      </w:r>
      <w:r>
        <w:t>odbor školství a cestovního ruchu</w:t>
      </w:r>
    </w:p>
    <w:p w:rsidR="005233F6" w:rsidRDefault="005233F6" w:rsidP="005233F6"/>
    <w:p w:rsidR="005233F6" w:rsidRPr="005233F6" w:rsidRDefault="005233F6" w:rsidP="005233F6"/>
    <w:p w:rsidR="00BF7E67" w:rsidRDefault="00BF7E67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A7DFF" w:rsidRDefault="004A7DFF">
      <w:pPr>
        <w:jc w:val="center"/>
        <w:rPr>
          <w:b/>
          <w:bCs/>
          <w:sz w:val="28"/>
          <w:u w:val="single"/>
        </w:rPr>
      </w:pPr>
    </w:p>
    <w:p w:rsidR="00BF7E67" w:rsidRDefault="003C78C2">
      <w:pPr>
        <w:jc w:val="center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Městský úřad Strakonice</w:t>
      </w:r>
    </w:p>
    <w:p w:rsidR="00BF7E67" w:rsidRDefault="003C78C2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  <w:r>
        <w:t xml:space="preserve">odbor </w:t>
      </w:r>
      <w:r w:rsidR="005233F6">
        <w:t xml:space="preserve">školství a </w:t>
      </w:r>
      <w:r w:rsidR="00D9462B">
        <w:t>cestovního ruchu</w:t>
      </w: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BF7E67" w:rsidRDefault="003C78C2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Návrh usnesení RM</w:t>
      </w:r>
    </w:p>
    <w:p w:rsidR="00554197" w:rsidRPr="00554197" w:rsidRDefault="00554197" w:rsidP="00554197">
      <w:pPr>
        <w:widowControl w:val="0"/>
        <w:autoSpaceDE w:val="0"/>
        <w:autoSpaceDN w:val="0"/>
        <w:adjustRightInd w:val="0"/>
        <w:jc w:val="center"/>
        <w:rPr>
          <w:sz w:val="32"/>
          <w:szCs w:val="32"/>
          <w:u w:val="single"/>
        </w:rPr>
      </w:pPr>
      <w:r w:rsidRPr="00554197">
        <w:rPr>
          <w:u w:val="single"/>
        </w:rPr>
        <w:t>odbor školství a cestovního ruchu</w:t>
      </w: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BF7E67" w:rsidRDefault="003C78C2">
      <w:pPr>
        <w:widowControl w:val="0"/>
        <w:autoSpaceDE w:val="0"/>
        <w:autoSpaceDN w:val="0"/>
        <w:adjustRightInd w:val="0"/>
        <w:jc w:val="both"/>
      </w:pPr>
      <w:r>
        <w:t>K projednání v radě města dne 2</w:t>
      </w:r>
      <w:r w:rsidR="005233F6">
        <w:t>0</w:t>
      </w:r>
      <w:r>
        <w:t>. červ</w:t>
      </w:r>
      <w:r w:rsidR="005233F6">
        <w:t xml:space="preserve">na </w:t>
      </w:r>
      <w:r>
        <w:t>201</w:t>
      </w:r>
      <w:r w:rsidR="005233F6">
        <w:t>8</w:t>
      </w:r>
    </w:p>
    <w:p w:rsidR="00BF7E67" w:rsidRDefault="00BF7E67">
      <w:pPr>
        <w:widowControl w:val="0"/>
        <w:autoSpaceDE w:val="0"/>
        <w:autoSpaceDN w:val="0"/>
        <w:adjustRightInd w:val="0"/>
        <w:jc w:val="both"/>
      </w:pPr>
    </w:p>
    <w:p w:rsidR="00BF7E67" w:rsidRDefault="00BF7E67">
      <w:pPr>
        <w:widowControl w:val="0"/>
        <w:autoSpaceDE w:val="0"/>
        <w:autoSpaceDN w:val="0"/>
        <w:adjustRightInd w:val="0"/>
        <w:jc w:val="both"/>
      </w:pPr>
    </w:p>
    <w:p w:rsidR="00BF7E67" w:rsidRDefault="00BF7E67">
      <w:pPr>
        <w:widowControl w:val="0"/>
        <w:autoSpaceDE w:val="0"/>
        <w:autoSpaceDN w:val="0"/>
        <w:adjustRightInd w:val="0"/>
        <w:jc w:val="both"/>
      </w:pPr>
    </w:p>
    <w:p w:rsidR="00BF7E67" w:rsidRDefault="00BF7E67">
      <w:pPr>
        <w:widowControl w:val="0"/>
        <w:autoSpaceDE w:val="0"/>
        <w:autoSpaceDN w:val="0"/>
        <w:adjustRightInd w:val="0"/>
        <w:jc w:val="both"/>
      </w:pPr>
    </w:p>
    <w:p w:rsidR="00BF7E67" w:rsidRDefault="00BF7E67">
      <w:pPr>
        <w:widowControl w:val="0"/>
        <w:autoSpaceDE w:val="0"/>
        <w:autoSpaceDN w:val="0"/>
        <w:adjustRightInd w:val="0"/>
        <w:jc w:val="both"/>
      </w:pPr>
    </w:p>
    <w:p w:rsidR="00BF7E67" w:rsidRDefault="00BF7E67">
      <w:pPr>
        <w:widowControl w:val="0"/>
        <w:autoSpaceDE w:val="0"/>
        <w:autoSpaceDN w:val="0"/>
        <w:adjustRightInd w:val="0"/>
        <w:jc w:val="both"/>
      </w:pPr>
    </w:p>
    <w:p w:rsidR="00554197" w:rsidRDefault="003C78C2" w:rsidP="00554197">
      <w:pPr>
        <w:widowControl w:val="0"/>
        <w:autoSpaceDE w:val="0"/>
        <w:autoSpaceDN w:val="0"/>
        <w:adjustRightInd w:val="0"/>
        <w:jc w:val="both"/>
      </w:pPr>
      <w:r>
        <w:rPr>
          <w:b/>
          <w:bCs/>
        </w:rPr>
        <w:t>Předkládá:</w:t>
      </w:r>
      <w:r>
        <w:rPr>
          <w:b/>
          <w:bCs/>
        </w:rPr>
        <w:tab/>
      </w:r>
      <w:r w:rsidR="00554197">
        <w:t>Ing. Libuše Řeřábková</w:t>
      </w:r>
    </w:p>
    <w:p w:rsidR="00554197" w:rsidRDefault="00554197" w:rsidP="00554197">
      <w:pPr>
        <w:widowControl w:val="0"/>
        <w:autoSpaceDE w:val="0"/>
        <w:autoSpaceDN w:val="0"/>
        <w:adjustRightInd w:val="0"/>
        <w:jc w:val="both"/>
      </w:pPr>
      <w:r>
        <w:t xml:space="preserve"> </w:t>
      </w:r>
      <w:r>
        <w:tab/>
      </w:r>
      <w:r>
        <w:tab/>
        <w:t>vedoucí odboru školství a cestovního ruchu</w:t>
      </w:r>
    </w:p>
    <w:p w:rsidR="00673884" w:rsidRDefault="00673884" w:rsidP="00554197">
      <w:pPr>
        <w:widowControl w:val="0"/>
        <w:autoSpaceDE w:val="0"/>
        <w:autoSpaceDN w:val="0"/>
        <w:adjustRightInd w:val="0"/>
        <w:jc w:val="both"/>
      </w:pPr>
    </w:p>
    <w:p w:rsidR="00673884" w:rsidRDefault="00673884" w:rsidP="00673884">
      <w:pPr>
        <w:widowControl w:val="0"/>
        <w:autoSpaceDE w:val="0"/>
        <w:autoSpaceDN w:val="0"/>
        <w:adjustRightInd w:val="0"/>
        <w:jc w:val="both"/>
      </w:pPr>
      <w:r>
        <w:tab/>
      </w:r>
      <w:r>
        <w:tab/>
        <w:t>Mgr. Jan Svoboda (bod č. 3)</w:t>
      </w:r>
    </w:p>
    <w:p w:rsidR="00673884" w:rsidRDefault="00673884" w:rsidP="00673884">
      <w:pPr>
        <w:widowControl w:val="0"/>
        <w:autoSpaceDE w:val="0"/>
        <w:autoSpaceDN w:val="0"/>
        <w:adjustRightInd w:val="0"/>
        <w:jc w:val="both"/>
      </w:pPr>
      <w:r>
        <w:tab/>
      </w:r>
      <w:r>
        <w:tab/>
        <w:t>předseda Komise školství</w:t>
      </w:r>
    </w:p>
    <w:p w:rsidR="00797711" w:rsidRDefault="00797711" w:rsidP="00673884">
      <w:pPr>
        <w:widowControl w:val="0"/>
        <w:autoSpaceDE w:val="0"/>
        <w:autoSpaceDN w:val="0"/>
        <w:adjustRightInd w:val="0"/>
        <w:jc w:val="both"/>
      </w:pPr>
    </w:p>
    <w:p w:rsidR="00797711" w:rsidRDefault="00797711" w:rsidP="00673884">
      <w:pPr>
        <w:widowControl w:val="0"/>
        <w:autoSpaceDE w:val="0"/>
        <w:autoSpaceDN w:val="0"/>
        <w:adjustRightInd w:val="0"/>
        <w:jc w:val="both"/>
      </w:pPr>
      <w:r>
        <w:tab/>
      </w:r>
      <w:r>
        <w:tab/>
        <w:t xml:space="preserve">Bc. Luboš </w:t>
      </w:r>
      <w:proofErr w:type="spellStart"/>
      <w:r>
        <w:t>Parkos</w:t>
      </w:r>
      <w:proofErr w:type="spellEnd"/>
      <w:r>
        <w:t xml:space="preserve"> (bod č. 6)</w:t>
      </w:r>
    </w:p>
    <w:p w:rsidR="00797711" w:rsidRDefault="00797711" w:rsidP="00673884">
      <w:pPr>
        <w:widowControl w:val="0"/>
        <w:autoSpaceDE w:val="0"/>
        <w:autoSpaceDN w:val="0"/>
        <w:adjustRightInd w:val="0"/>
        <w:jc w:val="both"/>
      </w:pPr>
      <w:r>
        <w:tab/>
      </w:r>
      <w:r>
        <w:tab/>
        <w:t>předseda Komise pro sport</w:t>
      </w:r>
    </w:p>
    <w:p w:rsidR="002A4AE5" w:rsidRDefault="002A4AE5" w:rsidP="002A4AE5">
      <w:pPr>
        <w:pStyle w:val="Nadpis2"/>
        <w:jc w:val="both"/>
      </w:pPr>
      <w:r>
        <w:lastRenderedPageBreak/>
        <w:t xml:space="preserve">1) Nájemní smlouvy a smlouvy o výpůjčce pro prodejce v době konání akce Mezinárodní dudácký festival Strakonice </w:t>
      </w:r>
      <w:proofErr w:type="gramStart"/>
      <w:r>
        <w:t>23.-26</w:t>
      </w:r>
      <w:proofErr w:type="gramEnd"/>
      <w:r>
        <w:t>. srpna 2018 a Oslavy 100 let republiky 7.-9. září</w:t>
      </w:r>
    </w:p>
    <w:p w:rsidR="002A4AE5" w:rsidRPr="00ED37FF" w:rsidRDefault="002A4AE5" w:rsidP="002A4AE5"/>
    <w:p w:rsidR="002A4AE5" w:rsidRDefault="002A4AE5" w:rsidP="00291A61">
      <w:pPr>
        <w:jc w:val="both"/>
        <w:rPr>
          <w:i/>
          <w:iCs/>
        </w:rPr>
      </w:pPr>
      <w:r>
        <w:rPr>
          <w:i/>
          <w:iCs/>
        </w:rPr>
        <w:t xml:space="preserve">Odbor školství a cestovního ruchu (Olga Maroušková, </w:t>
      </w:r>
      <w:proofErr w:type="spellStart"/>
      <w:r>
        <w:rPr>
          <w:i/>
          <w:iCs/>
        </w:rPr>
        <w:t>DiS</w:t>
      </w:r>
      <w:proofErr w:type="spellEnd"/>
      <w:r>
        <w:rPr>
          <w:i/>
          <w:iCs/>
        </w:rPr>
        <w:t>. Bc. Eva Janochová) doporučují radě města přijmout níže uvedené usnesení:</w:t>
      </w:r>
    </w:p>
    <w:p w:rsidR="002A4AE5" w:rsidRDefault="002A4AE5" w:rsidP="002A4AE5"/>
    <w:p w:rsidR="002A4AE5" w:rsidRDefault="002A4AE5" w:rsidP="002A4AE5">
      <w:pPr>
        <w:widowControl w:val="0"/>
        <w:autoSpaceDE w:val="0"/>
        <w:autoSpaceDN w:val="0"/>
        <w:adjustRightInd w:val="0"/>
        <w:jc w:val="both"/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</w:p>
    <w:p w:rsidR="002A4AE5" w:rsidRDefault="002A4AE5" w:rsidP="002A4AE5">
      <w:pPr>
        <w:widowControl w:val="0"/>
        <w:autoSpaceDE w:val="0"/>
        <w:autoSpaceDN w:val="0"/>
        <w:adjustRightInd w:val="0"/>
        <w:jc w:val="both"/>
      </w:pPr>
      <w:r>
        <w:t>RM po projednání</w:t>
      </w:r>
    </w:p>
    <w:p w:rsidR="002A4AE5" w:rsidRDefault="002A4AE5" w:rsidP="00095016">
      <w:pPr>
        <w:pStyle w:val="Nadpis3"/>
      </w:pPr>
    </w:p>
    <w:p w:rsidR="002B5D0A" w:rsidRDefault="002B5D0A" w:rsidP="002B5D0A">
      <w:pPr>
        <w:pStyle w:val="Nadpis3"/>
      </w:pPr>
      <w:r>
        <w:t>I. Bere na vědomí</w:t>
      </w:r>
    </w:p>
    <w:p w:rsidR="002B5D0A" w:rsidRPr="002B5D0A" w:rsidRDefault="002B5D0A" w:rsidP="002B5D0A">
      <w:r>
        <w:t>informaci o okruhu zájemců, kteří projevili zájem k 13. 6. 2018 o uzavření nájemní smlouvy.</w:t>
      </w:r>
    </w:p>
    <w:p w:rsidR="002B5D0A" w:rsidRPr="002B5D0A" w:rsidRDefault="002B5D0A" w:rsidP="002B5D0A"/>
    <w:p w:rsidR="002A4AE5" w:rsidRDefault="0007730B" w:rsidP="002B5D0A">
      <w:pPr>
        <w:pStyle w:val="Nadpis3"/>
      </w:pPr>
      <w:r>
        <w:t>I</w:t>
      </w:r>
      <w:r w:rsidR="002A4AE5">
        <w:t xml:space="preserve">I. Rozhodla </w:t>
      </w:r>
    </w:p>
    <w:p w:rsidR="00291A61" w:rsidRDefault="00E85D52" w:rsidP="00291A61">
      <w:pPr>
        <w:jc w:val="both"/>
      </w:pPr>
      <w:r>
        <w:t>o</w:t>
      </w:r>
      <w:r w:rsidR="002A4AE5">
        <w:t xml:space="preserve"> cenách </w:t>
      </w:r>
      <w:r w:rsidR="00291A61">
        <w:t xml:space="preserve">nájemného </w:t>
      </w:r>
      <w:r>
        <w:t>stanoven</w:t>
      </w:r>
      <w:r w:rsidR="00291A61">
        <w:t>ého</w:t>
      </w:r>
      <w:r>
        <w:t xml:space="preserve"> </w:t>
      </w:r>
      <w:r w:rsidR="002A4AE5">
        <w:t xml:space="preserve">za </w:t>
      </w:r>
      <w:r w:rsidR="00291A61">
        <w:t xml:space="preserve">prodejní místa pro </w:t>
      </w:r>
      <w:r w:rsidR="002A4AE5">
        <w:t xml:space="preserve">stánkový prodej  v době konání akcí Mezinárodní dudácký festival Strakonice </w:t>
      </w:r>
      <w:proofErr w:type="gramStart"/>
      <w:r w:rsidR="002A4AE5">
        <w:t>23.-26</w:t>
      </w:r>
      <w:proofErr w:type="gramEnd"/>
      <w:r w:rsidR="002A4AE5">
        <w:t>. srpna 2018 a Oslavy 10</w:t>
      </w:r>
      <w:r w:rsidR="0007730B">
        <w:t xml:space="preserve">0 let republiky 7.-9. září 2018: </w:t>
      </w:r>
      <w:r w:rsidR="00291A61">
        <w:t xml:space="preserve">stánek strakonických řemeslníků - zdarma, stánek řemeslný - 200 Kč/běžný metr, stánek s jiným sortimentem - 400 Kč/běžný metr, stánek s občerstvením - 1000 Kč/běžný metr, individuální nabídkové ceny za ucelené lokality. </w:t>
      </w:r>
    </w:p>
    <w:p w:rsidR="002A4AE5" w:rsidRDefault="002A4AE5" w:rsidP="002A4AE5">
      <w:pPr>
        <w:jc w:val="both"/>
      </w:pPr>
    </w:p>
    <w:p w:rsidR="002A4AE5" w:rsidRDefault="002A4AE5" w:rsidP="00095016">
      <w:pPr>
        <w:pStyle w:val="Nadpis3"/>
      </w:pPr>
      <w:r>
        <w:t>I</w:t>
      </w:r>
      <w:r w:rsidR="0007730B">
        <w:t>I</w:t>
      </w:r>
      <w:r>
        <w:t xml:space="preserve">I. </w:t>
      </w:r>
      <w:r w:rsidR="0037268B">
        <w:t>Schvaluje</w:t>
      </w:r>
    </w:p>
    <w:p w:rsidR="002A4AE5" w:rsidRDefault="002A4AE5" w:rsidP="002A4AE5">
      <w:pPr>
        <w:jc w:val="both"/>
      </w:pPr>
      <w:r>
        <w:t xml:space="preserve">vzory nájemních smluv a smlouvy o výpůjčce s prodejci na akcích Mezinárodní dudácký festival Strakonice </w:t>
      </w:r>
      <w:proofErr w:type="gramStart"/>
      <w:r>
        <w:t>23.-26</w:t>
      </w:r>
      <w:proofErr w:type="gramEnd"/>
      <w:r>
        <w:t xml:space="preserve">. srpna 2018 a Oslav y 100 let republiky 7.-9. září 2018 v předloženém znění. </w:t>
      </w:r>
    </w:p>
    <w:p w:rsidR="002A4AE5" w:rsidRDefault="002A4AE5" w:rsidP="002A4AE5"/>
    <w:p w:rsidR="002A4AE5" w:rsidRDefault="0007730B" w:rsidP="00095016">
      <w:pPr>
        <w:pStyle w:val="Nadpis3"/>
      </w:pPr>
      <w:r>
        <w:t>IV</w:t>
      </w:r>
      <w:r w:rsidR="002A4AE5">
        <w:t>. Pověřuje</w:t>
      </w:r>
    </w:p>
    <w:p w:rsidR="002A4AE5" w:rsidRDefault="002A4AE5" w:rsidP="002A4AE5">
      <w:r>
        <w:t>vedoucí odboru školství a cestovního ruchu a vedoucí oddělení cestovního ruchu podpisem předmětných smluv.</w:t>
      </w:r>
    </w:p>
    <w:p w:rsidR="002A4AE5" w:rsidRDefault="002A4AE5" w:rsidP="002A4AE5"/>
    <w:p w:rsidR="00673884" w:rsidRPr="00673884" w:rsidRDefault="00673884" w:rsidP="00673884"/>
    <w:p w:rsidR="002A4AE5" w:rsidRDefault="002A4AE5" w:rsidP="002A4AE5">
      <w:pPr>
        <w:pStyle w:val="Nadpis2"/>
        <w:jc w:val="both"/>
      </w:pPr>
      <w:r>
        <w:t>2) Mateřská škola Strakonice, Lidická 625 – žádost o souhlas s přijetím věcného daru</w:t>
      </w:r>
    </w:p>
    <w:p w:rsidR="002A4AE5" w:rsidRDefault="002A4AE5" w:rsidP="002A4AE5"/>
    <w:p w:rsidR="002A4AE5" w:rsidRDefault="002A4AE5" w:rsidP="002A4AE5">
      <w:pPr>
        <w:jc w:val="both"/>
        <w:rPr>
          <w:i/>
        </w:rPr>
      </w:pPr>
      <w:r>
        <w:rPr>
          <w:i/>
        </w:rPr>
        <w:t>Odbor školství a cestovního ruchu (Stanislava Broulimová) doporučuje radě města přijmout níže uvedené usnesení:</w:t>
      </w:r>
    </w:p>
    <w:p w:rsidR="002A4AE5" w:rsidRDefault="002A4AE5" w:rsidP="002A4AE5">
      <w:pPr>
        <w:jc w:val="both"/>
        <w:rPr>
          <w:i/>
        </w:rPr>
      </w:pPr>
    </w:p>
    <w:p w:rsidR="002A4AE5" w:rsidRDefault="002A4AE5" w:rsidP="002A4AE5">
      <w:pPr>
        <w:jc w:val="both"/>
        <w:rPr>
          <w:b/>
          <w:u w:val="single"/>
        </w:rPr>
      </w:pPr>
      <w:r>
        <w:rPr>
          <w:b/>
          <w:u w:val="single"/>
        </w:rPr>
        <w:t>Návrh usnesení:</w:t>
      </w:r>
    </w:p>
    <w:p w:rsidR="002A4AE5" w:rsidRDefault="002A4AE5" w:rsidP="002A4AE5">
      <w:pPr>
        <w:jc w:val="both"/>
      </w:pPr>
      <w:r>
        <w:t xml:space="preserve">RM po projednání </w:t>
      </w:r>
    </w:p>
    <w:p w:rsidR="002A4AE5" w:rsidRDefault="002A4AE5" w:rsidP="002A4AE5">
      <w:pPr>
        <w:jc w:val="both"/>
      </w:pPr>
    </w:p>
    <w:p w:rsidR="002A4AE5" w:rsidRDefault="002A4AE5" w:rsidP="002A4AE5">
      <w:pPr>
        <w:pStyle w:val="Nadpis3"/>
        <w:rPr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E60BF8">
        <w:rPr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I. Souhlasí</w:t>
      </w:r>
    </w:p>
    <w:p w:rsidR="002A4AE5" w:rsidRDefault="002A4AE5" w:rsidP="002A4AE5">
      <w:pPr>
        <w:jc w:val="both"/>
      </w:pPr>
      <w:r>
        <w:t xml:space="preserve">s přijetím věcného daru Mateřskou školou Strakonice, Lidická 625 v celkové výši 27.296,50 Kč od SŠ obchodní a VOŠ, České Budějovice, Husova 9, jehož předmětem jsou: digitální fotoaparát </w:t>
      </w:r>
      <w:proofErr w:type="spellStart"/>
      <w:r>
        <w:t>BenQ</w:t>
      </w:r>
      <w:proofErr w:type="spellEnd"/>
      <w:r>
        <w:t xml:space="preserve"> GH650 v ceně 2.988 Kč, Adobe </w:t>
      </w:r>
      <w:proofErr w:type="spellStart"/>
      <w:r>
        <w:t>Photoshop</w:t>
      </w:r>
      <w:proofErr w:type="spellEnd"/>
      <w:r>
        <w:t xml:space="preserve"> </w:t>
      </w:r>
      <w:proofErr w:type="spellStart"/>
      <w:r>
        <w:t>Extended</w:t>
      </w:r>
      <w:proofErr w:type="spellEnd"/>
      <w:r>
        <w:t xml:space="preserve"> 6.0CZ EDU + CLP licence v ceně 6.340 Kč, notebook HP </w:t>
      </w:r>
      <w:proofErr w:type="spellStart"/>
      <w:r>
        <w:t>ProBok</w:t>
      </w:r>
      <w:proofErr w:type="spellEnd"/>
      <w:r>
        <w:t xml:space="preserve"> 455 včetně brašny v ceně 13.915 Kč a SW MS Office 2013 v ceně 4.053,50 Kč.</w:t>
      </w:r>
    </w:p>
    <w:p w:rsidR="002A4AE5" w:rsidRDefault="002A4AE5" w:rsidP="002A4AE5"/>
    <w:p w:rsidR="002A4AE5" w:rsidRDefault="002A4AE5" w:rsidP="002A4AE5">
      <w:pPr>
        <w:pStyle w:val="Nadpis2"/>
      </w:pPr>
      <w:r>
        <w:t>3) Zápis z 21. jednání Komise školství ze dne 7.</w:t>
      </w:r>
      <w:r w:rsidR="00A97123">
        <w:t xml:space="preserve"> </w:t>
      </w:r>
      <w:r>
        <w:t>6.</w:t>
      </w:r>
      <w:r w:rsidR="00A97123">
        <w:t xml:space="preserve"> </w:t>
      </w:r>
      <w:r>
        <w:t>2018</w:t>
      </w:r>
    </w:p>
    <w:p w:rsidR="002A4AE5" w:rsidRDefault="002A4AE5" w:rsidP="002A4AE5">
      <w:pPr>
        <w:jc w:val="both"/>
        <w:rPr>
          <w:i/>
        </w:rPr>
      </w:pPr>
    </w:p>
    <w:p w:rsidR="002A4AE5" w:rsidRDefault="002A4AE5" w:rsidP="002A4AE5">
      <w:pPr>
        <w:jc w:val="both"/>
        <w:rPr>
          <w:i/>
        </w:rPr>
      </w:pPr>
      <w:r>
        <w:rPr>
          <w:i/>
        </w:rPr>
        <w:lastRenderedPageBreak/>
        <w:t>Odbor školství a cestovního ruchu (Stanislava Broulimová) a Komise školství doporučuje radě města přijmout níže uvedené usnesení:</w:t>
      </w:r>
    </w:p>
    <w:p w:rsidR="002A4AE5" w:rsidRDefault="002A4AE5" w:rsidP="002A4AE5">
      <w:pPr>
        <w:jc w:val="both"/>
        <w:rPr>
          <w:i/>
        </w:rPr>
      </w:pPr>
    </w:p>
    <w:p w:rsidR="002A4AE5" w:rsidRDefault="002A4AE5" w:rsidP="002A4AE5">
      <w:pPr>
        <w:jc w:val="both"/>
        <w:rPr>
          <w:b/>
          <w:u w:val="single"/>
        </w:rPr>
      </w:pPr>
      <w:r>
        <w:rPr>
          <w:b/>
          <w:u w:val="single"/>
        </w:rPr>
        <w:t>Návrh usnesení:</w:t>
      </w:r>
    </w:p>
    <w:p w:rsidR="002A4AE5" w:rsidRDefault="002A4AE5" w:rsidP="002A4AE5">
      <w:pPr>
        <w:jc w:val="both"/>
      </w:pPr>
      <w:r>
        <w:t>RM po projednání</w:t>
      </w:r>
    </w:p>
    <w:p w:rsidR="002A4AE5" w:rsidRDefault="002A4AE5" w:rsidP="002A4AE5">
      <w:pPr>
        <w:jc w:val="both"/>
      </w:pPr>
    </w:p>
    <w:p w:rsidR="002A4AE5" w:rsidRDefault="002A4AE5" w:rsidP="002A4AE5">
      <w:pPr>
        <w:pStyle w:val="Nadpis3"/>
        <w:rPr>
          <w:b w:val="0"/>
        </w:rPr>
      </w:pPr>
      <w:r w:rsidRPr="00AA650F">
        <w:t>I. Bere na vědomí</w:t>
      </w:r>
    </w:p>
    <w:p w:rsidR="002A4AE5" w:rsidRDefault="002A4AE5" w:rsidP="002A4AE5">
      <w:r>
        <w:t>zápis z 21. jednání Komise školství ze dne 7.</w:t>
      </w:r>
      <w:r w:rsidR="00A97123">
        <w:t xml:space="preserve"> </w:t>
      </w:r>
      <w:r>
        <w:t>6.</w:t>
      </w:r>
      <w:r w:rsidR="00A97123">
        <w:t xml:space="preserve"> </w:t>
      </w:r>
      <w:r>
        <w:t>2018.</w:t>
      </w:r>
    </w:p>
    <w:p w:rsidR="002A4AE5" w:rsidRDefault="002A4AE5" w:rsidP="002A4AE5"/>
    <w:p w:rsidR="002A4AE5" w:rsidRPr="008369BF" w:rsidRDefault="002A4AE5" w:rsidP="002A4AE5">
      <w:pPr>
        <w:jc w:val="both"/>
      </w:pPr>
    </w:p>
    <w:p w:rsidR="002A4AE5" w:rsidRDefault="002A4AE5" w:rsidP="002A4AE5">
      <w:pPr>
        <w:pStyle w:val="Nadpis2"/>
        <w:jc w:val="both"/>
      </w:pPr>
      <w:r>
        <w:t>4) Plán rozvoje sportu města Strakonice</w:t>
      </w:r>
    </w:p>
    <w:p w:rsidR="002A4AE5" w:rsidRDefault="002A4AE5" w:rsidP="002A4AE5"/>
    <w:p w:rsidR="002A4AE5" w:rsidRDefault="002A4AE5" w:rsidP="002A4AE5">
      <w:pPr>
        <w:widowControl w:val="0"/>
        <w:autoSpaceDE w:val="0"/>
        <w:autoSpaceDN w:val="0"/>
        <w:adjustRightInd w:val="0"/>
        <w:jc w:val="both"/>
        <w:rPr>
          <w:i/>
          <w:iCs/>
        </w:rPr>
      </w:pPr>
      <w:r>
        <w:rPr>
          <w:i/>
          <w:iCs/>
        </w:rPr>
        <w:t>Odbor školství a cestovního ruchu (Bc. Eva Janochová) doporučuje radě města přijmout níže uvedené usnesení:</w:t>
      </w:r>
    </w:p>
    <w:p w:rsidR="002A4AE5" w:rsidRDefault="002A4AE5" w:rsidP="002A4AE5"/>
    <w:p w:rsidR="002A4AE5" w:rsidRDefault="002A4AE5" w:rsidP="002A4AE5">
      <w:pPr>
        <w:widowControl w:val="0"/>
        <w:autoSpaceDE w:val="0"/>
        <w:autoSpaceDN w:val="0"/>
        <w:adjustRightInd w:val="0"/>
        <w:jc w:val="both"/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</w:p>
    <w:p w:rsidR="002A4AE5" w:rsidRDefault="002A4AE5" w:rsidP="002A4AE5">
      <w:pPr>
        <w:widowControl w:val="0"/>
        <w:autoSpaceDE w:val="0"/>
        <w:autoSpaceDN w:val="0"/>
        <w:adjustRightInd w:val="0"/>
        <w:jc w:val="both"/>
      </w:pPr>
      <w:r>
        <w:t>RM po projednání</w:t>
      </w:r>
    </w:p>
    <w:p w:rsidR="002A4AE5" w:rsidRDefault="002A4AE5" w:rsidP="002A4AE5">
      <w:pPr>
        <w:widowControl w:val="0"/>
        <w:autoSpaceDE w:val="0"/>
        <w:autoSpaceDN w:val="0"/>
        <w:adjustRightInd w:val="0"/>
        <w:jc w:val="both"/>
        <w:rPr>
          <w:b/>
          <w:bCs/>
          <w:szCs w:val="26"/>
          <w:u w:val="single"/>
        </w:rPr>
      </w:pPr>
    </w:p>
    <w:p w:rsidR="002A4AE5" w:rsidRDefault="002A4AE5" w:rsidP="00095016">
      <w:pPr>
        <w:pStyle w:val="Nadpis3"/>
      </w:pPr>
      <w:r>
        <w:t xml:space="preserve">I. Schvaluje </w:t>
      </w:r>
    </w:p>
    <w:p w:rsidR="002A4AE5" w:rsidRDefault="002A4AE5" w:rsidP="002A4AE5">
      <w:pPr>
        <w:jc w:val="both"/>
      </w:pPr>
      <w:r>
        <w:t xml:space="preserve">Plán rozvoje sportu města Strakonice. </w:t>
      </w:r>
    </w:p>
    <w:p w:rsidR="002A4AE5" w:rsidRDefault="002A4AE5" w:rsidP="002A4AE5">
      <w:pPr>
        <w:keepNext/>
        <w:outlineLvl w:val="2"/>
        <w:rPr>
          <w:b/>
          <w:bCs/>
          <w:szCs w:val="26"/>
          <w:u w:val="single"/>
        </w:rPr>
      </w:pPr>
    </w:p>
    <w:p w:rsidR="002A4AE5" w:rsidRDefault="002A4AE5" w:rsidP="002A4AE5"/>
    <w:p w:rsidR="009E26DB" w:rsidRDefault="00095016" w:rsidP="00095016">
      <w:pPr>
        <w:pStyle w:val="Nadpis2"/>
      </w:pPr>
      <w:r>
        <w:t xml:space="preserve">5) Záštita starosty města </w:t>
      </w:r>
    </w:p>
    <w:p w:rsidR="0070293B" w:rsidRDefault="0070293B" w:rsidP="00095016"/>
    <w:p w:rsidR="00095016" w:rsidRDefault="00095016" w:rsidP="00095016">
      <w:pPr>
        <w:widowControl w:val="0"/>
        <w:autoSpaceDE w:val="0"/>
        <w:autoSpaceDN w:val="0"/>
        <w:adjustRightInd w:val="0"/>
        <w:jc w:val="both"/>
        <w:rPr>
          <w:i/>
          <w:iCs/>
        </w:rPr>
      </w:pPr>
      <w:r>
        <w:rPr>
          <w:i/>
          <w:iCs/>
        </w:rPr>
        <w:t>Odbor školství a cestovního ruchu (Bc. Martina Dubová) doporučuje radě města přijmout níže uvedené usnesení:</w:t>
      </w:r>
    </w:p>
    <w:p w:rsidR="00095016" w:rsidRDefault="00095016" w:rsidP="00095016"/>
    <w:p w:rsidR="005E1AD4" w:rsidRDefault="005E1AD4" w:rsidP="005E1AD4">
      <w:pPr>
        <w:widowControl w:val="0"/>
        <w:autoSpaceDE w:val="0"/>
        <w:autoSpaceDN w:val="0"/>
        <w:adjustRightInd w:val="0"/>
        <w:jc w:val="both"/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</w:p>
    <w:p w:rsidR="005E1AD4" w:rsidRDefault="005E1AD4" w:rsidP="005E1AD4">
      <w:pPr>
        <w:widowControl w:val="0"/>
        <w:autoSpaceDE w:val="0"/>
        <w:autoSpaceDN w:val="0"/>
        <w:adjustRightInd w:val="0"/>
        <w:jc w:val="both"/>
      </w:pPr>
      <w:r>
        <w:t>RM po projednání</w:t>
      </w:r>
    </w:p>
    <w:p w:rsidR="00095016" w:rsidRDefault="00095016" w:rsidP="00095016"/>
    <w:p w:rsidR="00046172" w:rsidRDefault="00046172" w:rsidP="00046172">
      <w:pPr>
        <w:pStyle w:val="Nadpis3"/>
      </w:pPr>
      <w:r>
        <w:t xml:space="preserve">I. </w:t>
      </w:r>
      <w:r w:rsidR="00351664">
        <w:t>S</w:t>
      </w:r>
      <w:r>
        <w:t xml:space="preserve">ouhlasí </w:t>
      </w:r>
    </w:p>
    <w:p w:rsidR="00046172" w:rsidRDefault="00046172" w:rsidP="00046172">
      <w:pPr>
        <w:jc w:val="both"/>
        <w:rPr>
          <w:szCs w:val="22"/>
        </w:rPr>
      </w:pPr>
      <w:r w:rsidRPr="00046172">
        <w:rPr>
          <w:szCs w:val="22"/>
        </w:rPr>
        <w:t xml:space="preserve">s udělením Záštity města Strakonice nad akcí </w:t>
      </w:r>
      <w:r w:rsidR="00800964">
        <w:rPr>
          <w:szCs w:val="22"/>
        </w:rPr>
        <w:t xml:space="preserve">Cesta napříč stoletou republikou </w:t>
      </w:r>
      <w:r w:rsidR="00B22F6C">
        <w:rPr>
          <w:szCs w:val="22"/>
        </w:rPr>
        <w:t>žadateli</w:t>
      </w:r>
      <w:r w:rsidRPr="00046172">
        <w:rPr>
          <w:szCs w:val="22"/>
        </w:rPr>
        <w:t xml:space="preserve"> dne</w:t>
      </w:r>
      <w:r w:rsidR="002B4EC8">
        <w:rPr>
          <w:szCs w:val="22"/>
        </w:rPr>
        <w:t xml:space="preserve"> </w:t>
      </w:r>
      <w:proofErr w:type="gramStart"/>
      <w:r w:rsidR="002B4EC8">
        <w:rPr>
          <w:szCs w:val="22"/>
        </w:rPr>
        <w:t>22. 6.-24</w:t>
      </w:r>
      <w:proofErr w:type="gramEnd"/>
      <w:r w:rsidR="002B4EC8">
        <w:rPr>
          <w:szCs w:val="22"/>
        </w:rPr>
        <w:t xml:space="preserve">. 6. 2018 na Velkém náměstí </w:t>
      </w:r>
      <w:r w:rsidRPr="00046172">
        <w:rPr>
          <w:szCs w:val="22"/>
        </w:rPr>
        <w:t xml:space="preserve">ve Strakonicích.    </w:t>
      </w:r>
    </w:p>
    <w:p w:rsidR="0079410F" w:rsidRDefault="0079410F" w:rsidP="00046172">
      <w:pPr>
        <w:jc w:val="both"/>
        <w:rPr>
          <w:szCs w:val="22"/>
        </w:rPr>
      </w:pPr>
    </w:p>
    <w:p w:rsidR="0044773F" w:rsidRDefault="0044773F" w:rsidP="0044773F">
      <w:pPr>
        <w:pStyle w:val="Nadpis2"/>
      </w:pPr>
      <w:r>
        <w:t>6) Zápis z 28. jednání Komise pro sport ze dne 29. 5. 2018</w:t>
      </w:r>
    </w:p>
    <w:p w:rsidR="0044773F" w:rsidRDefault="0044773F" w:rsidP="0044773F">
      <w:pPr>
        <w:jc w:val="both"/>
        <w:rPr>
          <w:i/>
        </w:rPr>
      </w:pPr>
    </w:p>
    <w:p w:rsidR="0044773F" w:rsidRDefault="00627960" w:rsidP="0044773F">
      <w:pPr>
        <w:jc w:val="both"/>
        <w:rPr>
          <w:i/>
        </w:rPr>
      </w:pPr>
      <w:r>
        <w:rPr>
          <w:i/>
        </w:rPr>
        <w:t xml:space="preserve">Komise pro sport (předseda Bc. Luboš </w:t>
      </w:r>
      <w:proofErr w:type="spellStart"/>
      <w:r>
        <w:rPr>
          <w:i/>
        </w:rPr>
        <w:t>Parkos</w:t>
      </w:r>
      <w:proofErr w:type="spellEnd"/>
      <w:r>
        <w:rPr>
          <w:i/>
        </w:rPr>
        <w:t xml:space="preserve">) a odbor školství a cestovního ruchu (Petra Měšťanová, </w:t>
      </w:r>
      <w:proofErr w:type="spellStart"/>
      <w:r>
        <w:rPr>
          <w:i/>
        </w:rPr>
        <w:t>DiS</w:t>
      </w:r>
      <w:proofErr w:type="spellEnd"/>
      <w:r>
        <w:rPr>
          <w:i/>
        </w:rPr>
        <w:t>.) doporučují radě města přijmout níže uvedené usnesení</w:t>
      </w:r>
      <w:r w:rsidR="0044773F">
        <w:rPr>
          <w:i/>
        </w:rPr>
        <w:t>:</w:t>
      </w:r>
    </w:p>
    <w:p w:rsidR="0044773F" w:rsidRDefault="0044773F" w:rsidP="0044773F">
      <w:pPr>
        <w:jc w:val="both"/>
        <w:rPr>
          <w:i/>
        </w:rPr>
      </w:pPr>
    </w:p>
    <w:p w:rsidR="0044773F" w:rsidRDefault="0044773F" w:rsidP="0044773F">
      <w:pPr>
        <w:jc w:val="both"/>
        <w:rPr>
          <w:b/>
          <w:u w:val="single"/>
        </w:rPr>
      </w:pPr>
      <w:r>
        <w:rPr>
          <w:b/>
          <w:u w:val="single"/>
        </w:rPr>
        <w:t>Návrh usnesení:</w:t>
      </w:r>
    </w:p>
    <w:p w:rsidR="0044773F" w:rsidRDefault="0044773F" w:rsidP="0044773F">
      <w:pPr>
        <w:jc w:val="both"/>
      </w:pPr>
      <w:r>
        <w:t>RM po projednání</w:t>
      </w:r>
    </w:p>
    <w:p w:rsidR="0044773F" w:rsidRDefault="0044773F" w:rsidP="0044773F">
      <w:pPr>
        <w:jc w:val="both"/>
      </w:pPr>
    </w:p>
    <w:p w:rsidR="0044773F" w:rsidRDefault="0044773F" w:rsidP="0044773F">
      <w:pPr>
        <w:pStyle w:val="Nadpis3"/>
        <w:rPr>
          <w:b w:val="0"/>
        </w:rPr>
      </w:pPr>
      <w:r w:rsidRPr="00AA650F">
        <w:t>I. Bere na vědomí</w:t>
      </w:r>
    </w:p>
    <w:p w:rsidR="0044773F" w:rsidRDefault="0044773F" w:rsidP="0044773F">
      <w:r>
        <w:t>zápis z 28. jednání Komise pro sport ze dne 29. 5. 2018.</w:t>
      </w:r>
    </w:p>
    <w:p w:rsidR="0044773F" w:rsidRDefault="0044773F" w:rsidP="0044773F"/>
    <w:p w:rsidR="0044773F" w:rsidRDefault="0044773F" w:rsidP="00046172"/>
    <w:p w:rsidR="00B3111A" w:rsidRPr="00B3111A" w:rsidRDefault="00B3111A" w:rsidP="00B3111A">
      <w:pPr>
        <w:keepNext/>
        <w:widowControl w:val="0"/>
        <w:tabs>
          <w:tab w:val="left" w:pos="5103"/>
        </w:tabs>
        <w:autoSpaceDE w:val="0"/>
        <w:autoSpaceDN w:val="0"/>
        <w:adjustRightInd w:val="0"/>
        <w:jc w:val="both"/>
        <w:outlineLvl w:val="1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7</w:t>
      </w:r>
      <w:r w:rsidRPr="00B3111A">
        <w:rPr>
          <w:b/>
          <w:bCs/>
          <w:sz w:val="28"/>
          <w:u w:val="single"/>
        </w:rPr>
        <w:t>) Konkurzní řízení na vedoucí pracovní místo ředitele/</w:t>
      </w:r>
      <w:proofErr w:type="spellStart"/>
      <w:r w:rsidRPr="00B3111A">
        <w:rPr>
          <w:b/>
          <w:bCs/>
          <w:sz w:val="28"/>
          <w:u w:val="single"/>
        </w:rPr>
        <w:t>ky</w:t>
      </w:r>
      <w:proofErr w:type="spellEnd"/>
      <w:r w:rsidRPr="00B3111A">
        <w:rPr>
          <w:b/>
          <w:bCs/>
          <w:sz w:val="28"/>
          <w:u w:val="single"/>
        </w:rPr>
        <w:t xml:space="preserve"> Základní školy Strakonice, Dukelská 166 </w:t>
      </w:r>
    </w:p>
    <w:p w:rsidR="00B3111A" w:rsidRPr="00B3111A" w:rsidRDefault="00B3111A" w:rsidP="00B3111A"/>
    <w:p w:rsidR="00B3111A" w:rsidRPr="00B3111A" w:rsidRDefault="00B3111A" w:rsidP="00B3111A">
      <w:pPr>
        <w:jc w:val="both"/>
      </w:pPr>
    </w:p>
    <w:p w:rsidR="00B3111A" w:rsidRPr="00B3111A" w:rsidRDefault="00B3111A" w:rsidP="00B3111A">
      <w:pPr>
        <w:jc w:val="both"/>
        <w:rPr>
          <w:i/>
          <w:iCs/>
        </w:rPr>
      </w:pPr>
      <w:r w:rsidRPr="00B3111A">
        <w:rPr>
          <w:i/>
          <w:iCs/>
        </w:rPr>
        <w:t>Odbor školství a cestovního ruchu (Ing. Miluše Vacková) doporučuje radě města přijmout níže uvedené usnesení:</w:t>
      </w:r>
    </w:p>
    <w:p w:rsidR="00B3111A" w:rsidRPr="00B3111A" w:rsidRDefault="00B3111A" w:rsidP="00B3111A">
      <w:pPr>
        <w:widowControl w:val="0"/>
        <w:autoSpaceDE w:val="0"/>
        <w:autoSpaceDN w:val="0"/>
        <w:adjustRightInd w:val="0"/>
        <w:jc w:val="both"/>
      </w:pPr>
    </w:p>
    <w:p w:rsidR="00B3111A" w:rsidRPr="00B3111A" w:rsidRDefault="00B3111A" w:rsidP="00B3111A">
      <w:pPr>
        <w:widowControl w:val="0"/>
        <w:autoSpaceDE w:val="0"/>
        <w:autoSpaceDN w:val="0"/>
        <w:adjustRightInd w:val="0"/>
        <w:jc w:val="both"/>
        <w:rPr>
          <w:b/>
          <w:bCs/>
          <w:u w:val="single"/>
        </w:rPr>
      </w:pPr>
      <w:r w:rsidRPr="00B3111A">
        <w:rPr>
          <w:b/>
          <w:bCs/>
          <w:u w:val="single"/>
        </w:rPr>
        <w:t>Návrh usnesení:</w:t>
      </w:r>
    </w:p>
    <w:p w:rsidR="00B3111A" w:rsidRPr="00B3111A" w:rsidRDefault="00B3111A" w:rsidP="00B3111A">
      <w:pPr>
        <w:widowControl w:val="0"/>
        <w:autoSpaceDE w:val="0"/>
        <w:autoSpaceDN w:val="0"/>
        <w:adjustRightInd w:val="0"/>
        <w:jc w:val="both"/>
      </w:pPr>
      <w:r w:rsidRPr="00B3111A">
        <w:t>RM po projednání:</w:t>
      </w:r>
    </w:p>
    <w:p w:rsidR="00B3111A" w:rsidRPr="00B3111A" w:rsidRDefault="00B3111A" w:rsidP="00B3111A">
      <w:pPr>
        <w:keepNext/>
        <w:widowControl w:val="0"/>
        <w:tabs>
          <w:tab w:val="left" w:pos="5103"/>
        </w:tabs>
        <w:autoSpaceDE w:val="0"/>
        <w:autoSpaceDN w:val="0"/>
        <w:adjustRightInd w:val="0"/>
        <w:jc w:val="both"/>
      </w:pPr>
    </w:p>
    <w:p w:rsidR="00B3111A" w:rsidRPr="00B3111A" w:rsidRDefault="00B3111A" w:rsidP="00B3111A">
      <w:pPr>
        <w:keepNext/>
        <w:outlineLvl w:val="2"/>
        <w:rPr>
          <w:b/>
          <w:bCs/>
          <w:szCs w:val="26"/>
          <w:u w:val="single"/>
        </w:rPr>
      </w:pPr>
      <w:r w:rsidRPr="00B3111A">
        <w:rPr>
          <w:b/>
          <w:bCs/>
          <w:szCs w:val="26"/>
          <w:u w:val="single"/>
        </w:rPr>
        <w:t>I. Bere na vědomí</w:t>
      </w:r>
    </w:p>
    <w:p w:rsidR="00B3111A" w:rsidRPr="00B3111A" w:rsidRDefault="00B3111A" w:rsidP="00B3111A">
      <w:pPr>
        <w:widowControl w:val="0"/>
        <w:autoSpaceDE w:val="0"/>
        <w:autoSpaceDN w:val="0"/>
        <w:adjustRightInd w:val="0"/>
        <w:jc w:val="both"/>
        <w:rPr>
          <w:szCs w:val="20"/>
        </w:rPr>
      </w:pPr>
      <w:r w:rsidRPr="00B3111A">
        <w:rPr>
          <w:szCs w:val="20"/>
        </w:rPr>
        <w:t>zápis z konkurzního řízení na vedoucí pracovní místo</w:t>
      </w:r>
      <w:r w:rsidRPr="00B3111A">
        <w:t xml:space="preserve"> ředitele/</w:t>
      </w:r>
      <w:proofErr w:type="spellStart"/>
      <w:r w:rsidRPr="00B3111A">
        <w:t>ky</w:t>
      </w:r>
      <w:proofErr w:type="spellEnd"/>
      <w:r w:rsidRPr="00B3111A">
        <w:t xml:space="preserve"> Základní školy Strakonice, Dukelská 166.</w:t>
      </w:r>
    </w:p>
    <w:p w:rsidR="00B3111A" w:rsidRPr="00B3111A" w:rsidRDefault="00B3111A" w:rsidP="00B3111A">
      <w:pPr>
        <w:widowControl w:val="0"/>
        <w:autoSpaceDE w:val="0"/>
        <w:autoSpaceDN w:val="0"/>
        <w:adjustRightInd w:val="0"/>
        <w:jc w:val="both"/>
        <w:rPr>
          <w:szCs w:val="20"/>
        </w:rPr>
      </w:pPr>
    </w:p>
    <w:p w:rsidR="00B3111A" w:rsidRPr="00B3111A" w:rsidRDefault="00B3111A" w:rsidP="00B3111A">
      <w:pPr>
        <w:keepNext/>
        <w:outlineLvl w:val="2"/>
        <w:rPr>
          <w:b/>
          <w:bCs/>
          <w:szCs w:val="26"/>
          <w:u w:val="single"/>
        </w:rPr>
      </w:pPr>
      <w:r w:rsidRPr="00B3111A">
        <w:rPr>
          <w:b/>
          <w:bCs/>
          <w:szCs w:val="26"/>
          <w:u w:val="single"/>
        </w:rPr>
        <w:t>II. Jmenuje</w:t>
      </w:r>
    </w:p>
    <w:p w:rsidR="00B3111A" w:rsidRPr="00B3111A" w:rsidRDefault="00B3111A" w:rsidP="00B3111A">
      <w:pPr>
        <w:widowControl w:val="0"/>
        <w:autoSpaceDE w:val="0"/>
        <w:autoSpaceDN w:val="0"/>
        <w:adjustRightInd w:val="0"/>
        <w:jc w:val="both"/>
        <w:rPr>
          <w:color w:val="FF0000"/>
          <w:szCs w:val="20"/>
        </w:rPr>
      </w:pPr>
      <w:r w:rsidRPr="00B3111A">
        <w:rPr>
          <w:szCs w:val="20"/>
        </w:rPr>
        <w:t>na základě výsledků konkurzního řízení pana Mgr. Rudolfa Prušáka na vedoucí pracovní místo</w:t>
      </w:r>
      <w:r w:rsidRPr="00B3111A">
        <w:t xml:space="preserve"> ředitele Základní školy Strakonice, Dukelská 166</w:t>
      </w:r>
      <w:r w:rsidRPr="00B3111A">
        <w:rPr>
          <w:color w:val="FF0000"/>
        </w:rPr>
        <w:t xml:space="preserve"> </w:t>
      </w:r>
      <w:r w:rsidRPr="00B3111A">
        <w:t xml:space="preserve">od 1. </w:t>
      </w:r>
      <w:r w:rsidR="00C759E2">
        <w:t>8</w:t>
      </w:r>
      <w:r w:rsidRPr="00B3111A">
        <w:t>. 2018.</w:t>
      </w:r>
    </w:p>
    <w:p w:rsidR="00B3111A" w:rsidRPr="00B3111A" w:rsidRDefault="00B3111A" w:rsidP="00B3111A">
      <w:pPr>
        <w:widowControl w:val="0"/>
        <w:autoSpaceDE w:val="0"/>
        <w:autoSpaceDN w:val="0"/>
        <w:adjustRightInd w:val="0"/>
        <w:jc w:val="both"/>
        <w:rPr>
          <w:szCs w:val="20"/>
        </w:rPr>
      </w:pPr>
    </w:p>
    <w:p w:rsidR="00B3111A" w:rsidRDefault="00B3111A" w:rsidP="00046172"/>
    <w:p w:rsidR="0054151C" w:rsidRPr="0054151C" w:rsidRDefault="0054151C" w:rsidP="0054151C">
      <w:pPr>
        <w:keepNext/>
        <w:widowControl w:val="0"/>
        <w:tabs>
          <w:tab w:val="left" w:pos="5103"/>
        </w:tabs>
        <w:autoSpaceDE w:val="0"/>
        <w:autoSpaceDN w:val="0"/>
        <w:adjustRightInd w:val="0"/>
        <w:jc w:val="both"/>
        <w:outlineLvl w:val="1"/>
        <w:rPr>
          <w:b/>
          <w:bCs/>
          <w:sz w:val="32"/>
          <w:szCs w:val="32"/>
          <w:u w:val="single"/>
        </w:rPr>
      </w:pPr>
      <w:r>
        <w:rPr>
          <w:b/>
          <w:bCs/>
          <w:sz w:val="28"/>
          <w:u w:val="single"/>
        </w:rPr>
        <w:t>8</w:t>
      </w:r>
      <w:r w:rsidRPr="0054151C">
        <w:rPr>
          <w:b/>
          <w:bCs/>
          <w:sz w:val="28"/>
          <w:u w:val="single"/>
        </w:rPr>
        <w:t>) Úprava usnesení č. 4772/2018 - Povolení výjimky z počtu dětí ve třídě mateřské školy v MŠ Čtyřlístek</w:t>
      </w:r>
    </w:p>
    <w:p w:rsidR="0054151C" w:rsidRPr="0054151C" w:rsidRDefault="0054151C" w:rsidP="0054151C"/>
    <w:p w:rsidR="0054151C" w:rsidRPr="0054151C" w:rsidRDefault="0054151C" w:rsidP="0054151C">
      <w:pPr>
        <w:jc w:val="both"/>
      </w:pPr>
      <w:bookmarkStart w:id="0" w:name="_GoBack"/>
      <w:bookmarkEnd w:id="0"/>
    </w:p>
    <w:p w:rsidR="0054151C" w:rsidRPr="0054151C" w:rsidRDefault="0054151C" w:rsidP="0054151C">
      <w:pPr>
        <w:jc w:val="both"/>
        <w:rPr>
          <w:i/>
          <w:iCs/>
        </w:rPr>
      </w:pPr>
      <w:r w:rsidRPr="0054151C">
        <w:rPr>
          <w:i/>
          <w:iCs/>
        </w:rPr>
        <w:t>Odbor školství a cestovního ruchu (Ing. Miluše Vacková) doporučuje radě města přijmout níže uvedené usnesení:</w:t>
      </w:r>
    </w:p>
    <w:p w:rsidR="0054151C" w:rsidRPr="0054151C" w:rsidRDefault="0054151C" w:rsidP="0054151C">
      <w:pPr>
        <w:widowControl w:val="0"/>
        <w:autoSpaceDE w:val="0"/>
        <w:autoSpaceDN w:val="0"/>
        <w:adjustRightInd w:val="0"/>
        <w:jc w:val="both"/>
      </w:pPr>
    </w:p>
    <w:p w:rsidR="0054151C" w:rsidRPr="0054151C" w:rsidRDefault="0054151C" w:rsidP="0054151C">
      <w:pPr>
        <w:widowControl w:val="0"/>
        <w:autoSpaceDE w:val="0"/>
        <w:autoSpaceDN w:val="0"/>
        <w:adjustRightInd w:val="0"/>
        <w:jc w:val="both"/>
        <w:rPr>
          <w:b/>
          <w:bCs/>
          <w:u w:val="single"/>
        </w:rPr>
      </w:pPr>
      <w:r w:rsidRPr="0054151C">
        <w:rPr>
          <w:b/>
          <w:bCs/>
          <w:u w:val="single"/>
        </w:rPr>
        <w:t>Návrh usnesení:</w:t>
      </w:r>
    </w:p>
    <w:p w:rsidR="0054151C" w:rsidRPr="0054151C" w:rsidRDefault="0054151C" w:rsidP="0054151C">
      <w:pPr>
        <w:widowControl w:val="0"/>
        <w:autoSpaceDE w:val="0"/>
        <w:autoSpaceDN w:val="0"/>
        <w:adjustRightInd w:val="0"/>
        <w:jc w:val="both"/>
      </w:pPr>
      <w:r w:rsidRPr="0054151C">
        <w:t>RM po projednání:</w:t>
      </w:r>
    </w:p>
    <w:p w:rsidR="0054151C" w:rsidRPr="0054151C" w:rsidRDefault="0054151C" w:rsidP="0054151C">
      <w:pPr>
        <w:keepNext/>
        <w:widowControl w:val="0"/>
        <w:tabs>
          <w:tab w:val="left" w:pos="5103"/>
        </w:tabs>
        <w:autoSpaceDE w:val="0"/>
        <w:autoSpaceDN w:val="0"/>
        <w:adjustRightInd w:val="0"/>
        <w:jc w:val="both"/>
      </w:pPr>
    </w:p>
    <w:p w:rsidR="0054151C" w:rsidRPr="0054151C" w:rsidRDefault="0054151C" w:rsidP="0054151C">
      <w:pPr>
        <w:keepNext/>
        <w:outlineLvl w:val="2"/>
        <w:rPr>
          <w:b/>
          <w:bCs/>
          <w:szCs w:val="26"/>
          <w:u w:val="single"/>
        </w:rPr>
      </w:pPr>
      <w:r w:rsidRPr="0054151C">
        <w:rPr>
          <w:b/>
          <w:bCs/>
          <w:szCs w:val="26"/>
          <w:u w:val="single"/>
        </w:rPr>
        <w:t>I. Upravuje</w:t>
      </w:r>
    </w:p>
    <w:p w:rsidR="0054151C" w:rsidRPr="0054151C" w:rsidRDefault="00BC1E9F" w:rsidP="0054151C">
      <w:pPr>
        <w:jc w:val="both"/>
      </w:pPr>
      <w:r>
        <w:t>u</w:t>
      </w:r>
      <w:r w:rsidR="0054151C" w:rsidRPr="0054151C">
        <w:t>snesení č. 4772/2018</w:t>
      </w:r>
      <w:r w:rsidR="00BD1739">
        <w:t>, ze dne 4. dubna 2018, v části</w:t>
      </w:r>
      <w:r w:rsidR="0054151C" w:rsidRPr="0054151C">
        <w:t xml:space="preserve"> týkající se počtu dětí v 1. třídě MŠ.</w:t>
      </w:r>
    </w:p>
    <w:p w:rsidR="0054151C" w:rsidRPr="0054151C" w:rsidRDefault="0054151C" w:rsidP="0054151C">
      <w:pPr>
        <w:widowControl w:val="0"/>
        <w:autoSpaceDE w:val="0"/>
        <w:autoSpaceDN w:val="0"/>
        <w:adjustRightInd w:val="0"/>
        <w:jc w:val="both"/>
        <w:rPr>
          <w:szCs w:val="20"/>
        </w:rPr>
      </w:pPr>
    </w:p>
    <w:p w:rsidR="0054151C" w:rsidRPr="0054151C" w:rsidRDefault="0054151C" w:rsidP="0054151C">
      <w:pPr>
        <w:keepNext/>
        <w:outlineLvl w:val="2"/>
        <w:rPr>
          <w:b/>
          <w:bCs/>
          <w:szCs w:val="26"/>
          <w:u w:val="single"/>
        </w:rPr>
      </w:pPr>
      <w:r w:rsidRPr="0054151C">
        <w:rPr>
          <w:b/>
          <w:bCs/>
          <w:szCs w:val="26"/>
          <w:u w:val="single"/>
        </w:rPr>
        <w:t>II. Souhlasí</w:t>
      </w:r>
    </w:p>
    <w:p w:rsidR="0054151C" w:rsidRPr="0054151C" w:rsidRDefault="0054151C" w:rsidP="0054151C">
      <w:pPr>
        <w:jc w:val="both"/>
      </w:pPr>
      <w:r w:rsidRPr="0054151C">
        <w:t>s povolením výjimky z počtu dětí ve třídě mateřské školy pro školní rok 2018/2019 v MŠ Čtyřlístek v 1. třídě na 27 dětí za předpokladu, že zvýšení počtu dětí nebude na újmu kvalitě vzdělávací činnosti školy a při splnění podmínek bezpečnosti a ochrany zdraví.</w:t>
      </w:r>
    </w:p>
    <w:p w:rsidR="0054151C" w:rsidRPr="00095016" w:rsidRDefault="0054151C" w:rsidP="00046172"/>
    <w:sectPr w:rsidR="0054151C" w:rsidRPr="000950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495DD5"/>
    <w:multiLevelType w:val="hybridMultilevel"/>
    <w:tmpl w:val="B0181FF8"/>
    <w:lvl w:ilvl="0" w:tplc="B89CB0D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3A5DDA"/>
    <w:multiLevelType w:val="hybridMultilevel"/>
    <w:tmpl w:val="316A2FB6"/>
    <w:lvl w:ilvl="0" w:tplc="6100B23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C3E5B4F"/>
    <w:multiLevelType w:val="hybridMultilevel"/>
    <w:tmpl w:val="428A2FE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10"/>
  <w:proofState w:spelling="clean" w:grammar="clean"/>
  <w:attachedTemplate r:id="rId1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4AE5"/>
    <w:rsid w:val="00046172"/>
    <w:rsid w:val="00077160"/>
    <w:rsid w:val="0007730B"/>
    <w:rsid w:val="000948BC"/>
    <w:rsid w:val="00095016"/>
    <w:rsid w:val="001D6FE2"/>
    <w:rsid w:val="00291A61"/>
    <w:rsid w:val="002A4AE5"/>
    <w:rsid w:val="002B4EC8"/>
    <w:rsid w:val="002B5D0A"/>
    <w:rsid w:val="00351664"/>
    <w:rsid w:val="0037268B"/>
    <w:rsid w:val="003C78C2"/>
    <w:rsid w:val="0044773F"/>
    <w:rsid w:val="0045166D"/>
    <w:rsid w:val="00460103"/>
    <w:rsid w:val="0048461D"/>
    <w:rsid w:val="004A7DFF"/>
    <w:rsid w:val="004E6157"/>
    <w:rsid w:val="00514FCE"/>
    <w:rsid w:val="005233F6"/>
    <w:rsid w:val="0054151C"/>
    <w:rsid w:val="00554197"/>
    <w:rsid w:val="005E1AD4"/>
    <w:rsid w:val="005F08D9"/>
    <w:rsid w:val="005F7C9E"/>
    <w:rsid w:val="00627960"/>
    <w:rsid w:val="00673884"/>
    <w:rsid w:val="0070293B"/>
    <w:rsid w:val="0079410F"/>
    <w:rsid w:val="00797711"/>
    <w:rsid w:val="007B5E26"/>
    <w:rsid w:val="00800964"/>
    <w:rsid w:val="009E26DB"/>
    <w:rsid w:val="00A432F0"/>
    <w:rsid w:val="00A97123"/>
    <w:rsid w:val="00B22F6C"/>
    <w:rsid w:val="00B3111A"/>
    <w:rsid w:val="00BC1E9F"/>
    <w:rsid w:val="00BD1739"/>
    <w:rsid w:val="00BF38EA"/>
    <w:rsid w:val="00BF7E67"/>
    <w:rsid w:val="00C46ACF"/>
    <w:rsid w:val="00C759E2"/>
    <w:rsid w:val="00CD26F5"/>
    <w:rsid w:val="00D606EE"/>
    <w:rsid w:val="00D9462B"/>
    <w:rsid w:val="00E85D52"/>
    <w:rsid w:val="00F76A7B"/>
    <w:rsid w:val="00F82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DCEB1B8"/>
  <w15:chartTrackingRefBased/>
  <w15:docId w15:val="{01EC1D61-EE57-40F2-BB44-EEC5E9CC90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qFormat/>
    <w:pPr>
      <w:keepNext/>
      <w:widowControl w:val="0"/>
      <w:tabs>
        <w:tab w:val="left" w:pos="5103"/>
      </w:tabs>
      <w:autoSpaceDE w:val="0"/>
      <w:autoSpaceDN w:val="0"/>
      <w:adjustRightInd w:val="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qFormat/>
    <w:pPr>
      <w:keepNext/>
      <w:outlineLvl w:val="2"/>
    </w:pPr>
    <w:rPr>
      <w:b/>
      <w:bCs/>
      <w:szCs w:val="2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Odstavecseseznamem">
    <w:name w:val="List Paragraph"/>
    <w:basedOn w:val="Normln"/>
    <w:uiPriority w:val="34"/>
    <w:qFormat/>
    <w:rsid w:val="00046172"/>
    <w:pPr>
      <w:ind w:left="720"/>
      <w:contextualSpacing/>
    </w:pPr>
  </w:style>
  <w:style w:type="paragraph" w:styleId="Bezmezer">
    <w:name w:val="No Spacing"/>
    <w:uiPriority w:val="1"/>
    <w:qFormat/>
    <w:rsid w:val="00B3111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711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21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P:\MSOffice\Sablony\Mesto\RM-2body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RM-2body.dotx</Template>
  <TotalTime>150</TotalTime>
  <Pages>4</Pages>
  <Words>725</Words>
  <Characters>4062</Characters>
  <Application>Microsoft Office Word</Application>
  <DocSecurity>0</DocSecurity>
  <Lines>33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4778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Martina Dubová</dc:creator>
  <cp:keywords/>
  <dc:description/>
  <cp:lastModifiedBy>Eva Mácková</cp:lastModifiedBy>
  <cp:revision>37</cp:revision>
  <cp:lastPrinted>1899-12-31T23:00:00Z</cp:lastPrinted>
  <dcterms:created xsi:type="dcterms:W3CDTF">2018-06-12T07:00:00Z</dcterms:created>
  <dcterms:modified xsi:type="dcterms:W3CDTF">2018-06-14T06:36:00Z</dcterms:modified>
</cp:coreProperties>
</file>